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582C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2CA694" w14:textId="75C01093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F23B25">
        <w:rPr>
          <w:rFonts w:ascii="Corbel" w:hAnsi="Corbel"/>
          <w:i/>
          <w:smallCaps/>
          <w:sz w:val="24"/>
          <w:szCs w:val="24"/>
        </w:rPr>
        <w:t>2019-2022</w:t>
      </w:r>
    </w:p>
    <w:p w14:paraId="274F8145" w14:textId="71AFB8C7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F23B25">
        <w:rPr>
          <w:rFonts w:ascii="Corbel" w:hAnsi="Corbel"/>
          <w:sz w:val="20"/>
          <w:szCs w:val="20"/>
        </w:rPr>
        <w:t>0</w:t>
      </w:r>
      <w:r w:rsidR="00D66098">
        <w:rPr>
          <w:rFonts w:ascii="Corbel" w:hAnsi="Corbel"/>
          <w:sz w:val="20"/>
          <w:szCs w:val="20"/>
        </w:rPr>
        <w:t>/202</w:t>
      </w:r>
      <w:r w:rsidR="00F23B25">
        <w:rPr>
          <w:rFonts w:ascii="Corbel" w:hAnsi="Corbel"/>
          <w:sz w:val="20"/>
          <w:szCs w:val="20"/>
        </w:rPr>
        <w:t>1</w:t>
      </w:r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22BF4158" w:rsidR="0085747A" w:rsidRPr="009C54AE" w:rsidRDefault="00393621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89CF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4F80721A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BDE279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A632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2DDDB093" w:rsidR="00E960BB" w:rsidRPr="009026B1" w:rsidRDefault="00A43B08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003E1941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00923D7D">
        <w:tc>
          <w:tcPr>
            <w:tcW w:w="4962" w:type="dxa"/>
          </w:tcPr>
          <w:p w14:paraId="15F17D3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24E127C0" w:rsidR="009026B1" w:rsidRPr="009C54AE" w:rsidRDefault="00393621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5F02333A" w14:textId="77777777" w:rsidTr="00923D7D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77777777" w:rsidR="009026B1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8463DB6" w14:textId="77777777" w:rsidTr="00923D7D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34F41D44" w:rsidR="009026B1" w:rsidRPr="009C54AE" w:rsidRDefault="00393621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8D61953" w14:textId="77777777" w:rsidTr="00923D7D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00923D7D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Gracz. - Kraków ; Legionowo : edu-Libri,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ECEC3" w14:textId="77777777" w:rsidR="00075AFA" w:rsidRDefault="00075AFA" w:rsidP="00C16ABF">
      <w:pPr>
        <w:spacing w:after="0" w:line="240" w:lineRule="auto"/>
      </w:pPr>
      <w:r>
        <w:separator/>
      </w:r>
    </w:p>
  </w:endnote>
  <w:endnote w:type="continuationSeparator" w:id="0">
    <w:p w14:paraId="339A0269" w14:textId="77777777" w:rsidR="00075AFA" w:rsidRDefault="00075A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A6A5F" w14:textId="77777777" w:rsidR="00075AFA" w:rsidRDefault="00075AFA" w:rsidP="00C16ABF">
      <w:pPr>
        <w:spacing w:after="0" w:line="240" w:lineRule="auto"/>
      </w:pPr>
      <w:r>
        <w:separator/>
      </w:r>
    </w:p>
  </w:footnote>
  <w:footnote w:type="continuationSeparator" w:id="0">
    <w:p w14:paraId="44FAD14B" w14:textId="77777777" w:rsidR="00075AFA" w:rsidRDefault="00075AFA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75AFA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3B25"/>
    <w:rsid w:val="00F27A7B"/>
    <w:rsid w:val="00F300DA"/>
    <w:rsid w:val="00F526AF"/>
    <w:rsid w:val="00F53E44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59F7F59"/>
    <w:rsid w:val="17BEA03F"/>
    <w:rsid w:val="2029A8F8"/>
    <w:rsid w:val="21B49113"/>
    <w:rsid w:val="22E46293"/>
    <w:rsid w:val="27093D7B"/>
    <w:rsid w:val="279EAB59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07B5B5-CC59-4E07-B4ED-A5D3CB8E5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C393F-3DE7-4A3E-8F9E-BCAC911A3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970</Words>
  <Characters>5820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2020-11-17T19:07:00Z</dcterms:created>
  <dcterms:modified xsi:type="dcterms:W3CDTF">2021-02-11T19:02:00Z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